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252" w:type="dxa"/>
        <w:tblLayout w:type="fixed"/>
        <w:tblLook w:val="0000"/>
      </w:tblPr>
      <w:tblGrid>
        <w:gridCol w:w="2529"/>
        <w:gridCol w:w="1189"/>
        <w:gridCol w:w="1088"/>
        <w:gridCol w:w="414"/>
        <w:gridCol w:w="68"/>
        <w:gridCol w:w="1795"/>
        <w:gridCol w:w="2277"/>
        <w:gridCol w:w="1260"/>
      </w:tblGrid>
      <w:tr w:rsidR="005B793C" w:rsidRPr="00307A07" w:rsidTr="0014279E">
        <w:tc>
          <w:tcPr>
            <w:tcW w:w="3718" w:type="dxa"/>
            <w:gridSpan w:val="2"/>
            <w:vAlign w:val="bottom"/>
          </w:tcPr>
          <w:p w:rsidR="005B793C" w:rsidRPr="00307A07" w:rsidRDefault="005B793C" w:rsidP="0051679E">
            <w:pPr>
              <w:jc w:val="center"/>
            </w:pPr>
            <w:bookmarkStart w:id="0" w:name="_GoBack"/>
            <w:bookmarkEnd w:id="0"/>
            <w:r>
              <w:t>...........................................................</w:t>
            </w:r>
          </w:p>
        </w:tc>
        <w:tc>
          <w:tcPr>
            <w:tcW w:w="1570" w:type="dxa"/>
            <w:gridSpan w:val="3"/>
            <w:vMerge w:val="restart"/>
          </w:tcPr>
          <w:p w:rsidR="005B793C" w:rsidRPr="00307A07" w:rsidRDefault="005B793C" w:rsidP="0051679E"/>
        </w:tc>
        <w:tc>
          <w:tcPr>
            <w:tcW w:w="5332" w:type="dxa"/>
            <w:gridSpan w:val="3"/>
            <w:vMerge w:val="restart"/>
            <w:vAlign w:val="bottom"/>
          </w:tcPr>
          <w:p w:rsidR="005B793C" w:rsidRPr="00307A07" w:rsidRDefault="005B793C" w:rsidP="0051679E">
            <w:pPr>
              <w:jc w:val="center"/>
            </w:pPr>
            <w:r>
              <w:t>...................................................................................</w:t>
            </w:r>
          </w:p>
        </w:tc>
      </w:tr>
      <w:tr w:rsidR="005B793C" w:rsidRPr="00307A07" w:rsidTr="0014279E">
        <w:trPr>
          <w:trHeight w:val="397"/>
        </w:trPr>
        <w:tc>
          <w:tcPr>
            <w:tcW w:w="3718" w:type="dxa"/>
            <w:gridSpan w:val="2"/>
            <w:vMerge w:val="restart"/>
          </w:tcPr>
          <w:p w:rsidR="005B793C" w:rsidRPr="00307A07" w:rsidRDefault="005B793C" w:rsidP="0051679E">
            <w:pPr>
              <w:jc w:val="center"/>
              <w:rPr>
                <w:sz w:val="18"/>
                <w:szCs w:val="18"/>
              </w:rPr>
            </w:pPr>
            <w:r w:rsidRPr="00307A07">
              <w:rPr>
                <w:sz w:val="18"/>
                <w:szCs w:val="18"/>
              </w:rPr>
              <w:t>(miejscowość, data)</w:t>
            </w:r>
          </w:p>
        </w:tc>
        <w:tc>
          <w:tcPr>
            <w:tcW w:w="1570" w:type="dxa"/>
            <w:gridSpan w:val="3"/>
            <w:vMerge/>
          </w:tcPr>
          <w:p w:rsidR="005B793C" w:rsidRPr="00307A07" w:rsidRDefault="005B793C" w:rsidP="0051679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32" w:type="dxa"/>
            <w:gridSpan w:val="3"/>
            <w:vMerge/>
          </w:tcPr>
          <w:p w:rsidR="005B793C" w:rsidRPr="00307A07" w:rsidRDefault="005B793C" w:rsidP="0051679E">
            <w:pPr>
              <w:jc w:val="center"/>
              <w:rPr>
                <w:sz w:val="18"/>
                <w:szCs w:val="18"/>
              </w:rPr>
            </w:pPr>
          </w:p>
        </w:tc>
      </w:tr>
      <w:tr w:rsidR="005B793C" w:rsidRPr="00307A07" w:rsidTr="0014279E">
        <w:tc>
          <w:tcPr>
            <w:tcW w:w="3718" w:type="dxa"/>
            <w:gridSpan w:val="2"/>
            <w:vMerge/>
          </w:tcPr>
          <w:p w:rsidR="005B793C" w:rsidRPr="00307A07" w:rsidRDefault="005B793C" w:rsidP="0051679E"/>
        </w:tc>
        <w:tc>
          <w:tcPr>
            <w:tcW w:w="1570" w:type="dxa"/>
            <w:gridSpan w:val="3"/>
            <w:vMerge/>
          </w:tcPr>
          <w:p w:rsidR="005B793C" w:rsidRPr="00307A07" w:rsidRDefault="005B793C" w:rsidP="0051679E"/>
        </w:tc>
        <w:tc>
          <w:tcPr>
            <w:tcW w:w="5332" w:type="dxa"/>
            <w:gridSpan w:val="3"/>
          </w:tcPr>
          <w:p w:rsidR="005B793C" w:rsidRPr="00307A07" w:rsidRDefault="005B793C" w:rsidP="0051679E">
            <w:pPr>
              <w:jc w:val="center"/>
              <w:rPr>
                <w:sz w:val="18"/>
                <w:szCs w:val="18"/>
              </w:rPr>
            </w:pPr>
            <w:r w:rsidRPr="00DB37C1">
              <w:rPr>
                <w:sz w:val="18"/>
                <w:szCs w:val="18"/>
              </w:rPr>
              <w:t>(nazwa i adres właściwego starosty)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3216ED" w:rsidRDefault="005B793C" w:rsidP="0051679E">
            <w:pPr>
              <w:spacing w:before="240"/>
              <w:jc w:val="center"/>
              <w:rPr>
                <w:b/>
                <w:spacing w:val="20"/>
              </w:rPr>
            </w:pPr>
            <w:r w:rsidRPr="003216ED">
              <w:rPr>
                <w:b/>
                <w:spacing w:val="20"/>
              </w:rPr>
              <w:t>WNIOSEK</w:t>
            </w:r>
          </w:p>
          <w:p w:rsidR="005B793C" w:rsidRPr="00DB37C1" w:rsidRDefault="005B793C" w:rsidP="00DB37C1">
            <w:pPr>
              <w:jc w:val="center"/>
              <w:rPr>
                <w:b/>
              </w:rPr>
            </w:pPr>
            <w:r w:rsidRPr="00DB37C1">
              <w:rPr>
                <w:b/>
              </w:rPr>
              <w:t>o wydanie zezwolenia kategorii II na przejazd pojazdu nienormatywnego</w:t>
            </w:r>
          </w:p>
          <w:p w:rsidR="005B793C" w:rsidRPr="00307A07" w:rsidRDefault="005B793C" w:rsidP="00DB37C1">
            <w:pPr>
              <w:jc w:val="center"/>
            </w:pPr>
            <w:r w:rsidRPr="00DB37C1">
              <w:rPr>
                <w:b/>
              </w:rPr>
              <w:t>na okres 12 miesięcy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307A07" w:rsidRDefault="005B793C" w:rsidP="0051679E">
            <w:pPr>
              <w:spacing w:before="240"/>
              <w:jc w:val="both"/>
            </w:pPr>
            <w:r w:rsidRPr="003216ED">
              <w:rPr>
                <w:b/>
              </w:rPr>
              <w:t>Wnioskodawca:</w:t>
            </w:r>
            <w:r>
              <w:t xml:space="preserve"> _________________________________________________________________________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3216ED" w:rsidRDefault="005B793C" w:rsidP="0051679E">
            <w:pPr>
              <w:jc w:val="center"/>
              <w:rPr>
                <w:sz w:val="18"/>
                <w:szCs w:val="18"/>
              </w:rPr>
            </w:pPr>
            <w:r w:rsidRPr="003216ED">
              <w:rPr>
                <w:sz w:val="18"/>
                <w:szCs w:val="18"/>
              </w:rPr>
              <w:t>(imię i nazwisko / nazwa)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307A07" w:rsidRDefault="005B793C" w:rsidP="0051679E">
            <w:pPr>
              <w:spacing w:before="60"/>
              <w:jc w:val="both"/>
            </w:pPr>
            <w:r w:rsidRPr="003216ED">
              <w:rPr>
                <w:b/>
              </w:rPr>
              <w:t>Adres:</w:t>
            </w:r>
            <w:r>
              <w:t xml:space="preserve"> _________________________________________________________________________________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307A07" w:rsidRDefault="005B793C" w:rsidP="0051679E">
            <w:pPr>
              <w:spacing w:before="60"/>
              <w:jc w:val="both"/>
            </w:pPr>
            <w:r w:rsidRPr="00307A07">
              <w:t xml:space="preserve">Nr tel.: </w:t>
            </w:r>
            <w:r>
              <w:t>___________________________________________</w:t>
            </w:r>
            <w:r w:rsidRPr="00307A07">
              <w:t>,</w:t>
            </w:r>
            <w:r>
              <w:t xml:space="preserve"> </w:t>
            </w:r>
            <w:r w:rsidRPr="00307A07">
              <w:t>nr faksu:</w:t>
            </w:r>
            <w:r>
              <w:t xml:space="preserve"> _____________________________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307A07" w:rsidRDefault="005B793C" w:rsidP="0051679E">
            <w:pPr>
              <w:spacing w:before="60"/>
              <w:jc w:val="both"/>
            </w:pPr>
            <w:r>
              <w:t>NIP</w:t>
            </w:r>
            <w:r w:rsidRPr="003216ED">
              <w:rPr>
                <w:vertAlign w:val="superscript"/>
              </w:rPr>
              <w:t>**)</w:t>
            </w:r>
            <w:r w:rsidRPr="00307A07">
              <w:t xml:space="preserve"> </w:t>
            </w:r>
            <w:r>
              <w:t>__________________________________</w:t>
            </w:r>
            <w:r w:rsidRPr="00307A07">
              <w:t>, REGON</w:t>
            </w:r>
            <w:r w:rsidRPr="003216ED">
              <w:rPr>
                <w:vertAlign w:val="superscript"/>
              </w:rPr>
              <w:t>**)</w:t>
            </w:r>
            <w:r>
              <w:t xml:space="preserve"> _____________________________________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307A07" w:rsidRDefault="005B793C" w:rsidP="0051679E">
            <w:pPr>
              <w:spacing w:before="60"/>
              <w:jc w:val="both"/>
            </w:pPr>
            <w:r w:rsidRPr="00307A07">
              <w:t>PESEL</w:t>
            </w:r>
            <w:r w:rsidRPr="00574F9B">
              <w:rPr>
                <w:vertAlign w:val="superscript"/>
              </w:rPr>
              <w:t>**)</w:t>
            </w:r>
            <w:r>
              <w:t xml:space="preserve"> _______________________________________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307A07" w:rsidRDefault="005B793C" w:rsidP="0051679E">
            <w:pPr>
              <w:spacing w:before="60"/>
              <w:jc w:val="both"/>
            </w:pPr>
            <w:r w:rsidRPr="00307A07">
              <w:t>Wnoszę o wydanie zezwolenia na przejazd w terminie: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DB37C1" w:rsidRDefault="005B793C" w:rsidP="0051679E">
            <w:pPr>
              <w:spacing w:before="60"/>
              <w:jc w:val="both"/>
              <w:rPr>
                <w:b/>
              </w:rPr>
            </w:pPr>
            <w:r w:rsidRPr="00DB37C1">
              <w:rPr>
                <w:b/>
              </w:rPr>
              <w:t>od _________________ do ____________________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307A07" w:rsidRDefault="005B793C" w:rsidP="0051679E">
            <w:pPr>
              <w:spacing w:before="60"/>
              <w:jc w:val="both"/>
            </w:pPr>
            <w:r w:rsidRPr="00FC0BC7">
              <w:t>po drogach publicznych, z wyjątkiem dróg ek</w:t>
            </w:r>
            <w:r>
              <w:t>spresowych i autostrad, pojazdu</w:t>
            </w:r>
            <w:r>
              <w:br/>
              <w:t>nienormatywnego</w:t>
            </w:r>
            <w:r w:rsidRPr="00DB37C1">
              <w:rPr>
                <w:vertAlign w:val="superscript"/>
              </w:rPr>
              <w:t>*)</w:t>
            </w:r>
            <w:r w:rsidRPr="005466D5">
              <w:t>:</w:t>
            </w:r>
            <w:r w:rsidRPr="00FC0BC7">
              <w:t xml:space="preserve"> pojazdu</w:t>
            </w:r>
            <w:r>
              <w:t xml:space="preserve"> </w:t>
            </w:r>
            <w:r w:rsidRPr="00FC0BC7">
              <w:t>wolnobieżnego, ciągnika rolniczego albo zespoł</w:t>
            </w:r>
            <w:r>
              <w:t>u pojazdów</w:t>
            </w:r>
            <w:r>
              <w:br/>
            </w:r>
            <w:r w:rsidRPr="00FC0BC7">
              <w:t>składającego się z pojazdu wolnobieżnego lub ciągnika rol</w:t>
            </w:r>
            <w:r>
              <w:t>niczego i przyczepy specjalnej,</w:t>
            </w:r>
            <w:r>
              <w:br/>
            </w:r>
            <w:r w:rsidRPr="00FC0BC7">
              <w:t>którego:</w:t>
            </w:r>
          </w:p>
        </w:tc>
      </w:tr>
      <w:tr w:rsidR="005B793C" w:rsidRPr="00307A07" w:rsidTr="0014279E">
        <w:tc>
          <w:tcPr>
            <w:tcW w:w="10620" w:type="dxa"/>
            <w:gridSpan w:val="8"/>
          </w:tcPr>
          <w:p w:rsidR="005B793C" w:rsidRPr="00FC0BC7" w:rsidRDefault="005B793C" w:rsidP="00DB37C1">
            <w:pPr>
              <w:spacing w:before="120"/>
              <w:ind w:left="568" w:hanging="284"/>
              <w:jc w:val="both"/>
            </w:pPr>
            <w:r w:rsidRPr="00FC0BC7">
              <w:t>1)</w:t>
            </w:r>
            <w:r w:rsidRPr="00FC0BC7">
              <w:tab/>
              <w:t>długość, wysokość oraz rzeczywista m</w:t>
            </w:r>
            <w:r>
              <w:t>asa całkowita nie są większe od</w:t>
            </w:r>
            <w:r>
              <w:br/>
            </w:r>
            <w:r w:rsidRPr="00FC0BC7">
              <w:t>dopuszczalnych;</w:t>
            </w:r>
          </w:p>
          <w:p w:rsidR="005B793C" w:rsidRPr="00FC0BC7" w:rsidRDefault="005B793C" w:rsidP="00DB37C1">
            <w:pPr>
              <w:spacing w:before="120"/>
              <w:ind w:left="568" w:hanging="284"/>
              <w:jc w:val="both"/>
            </w:pPr>
            <w:r w:rsidRPr="00FC0BC7">
              <w:t>2)</w:t>
            </w:r>
            <w:r w:rsidRPr="00FC0BC7">
              <w:tab/>
              <w:t>naciski osi nie są większe od dopuszczalnych przewidzianych dla danej drogi;</w:t>
            </w:r>
          </w:p>
          <w:p w:rsidR="005B793C" w:rsidRPr="00307A07" w:rsidRDefault="005B793C" w:rsidP="00E70F32">
            <w:pPr>
              <w:spacing w:before="120" w:after="240"/>
              <w:ind w:left="568" w:hanging="284"/>
              <w:jc w:val="both"/>
            </w:pPr>
            <w:r w:rsidRPr="00FC0BC7">
              <w:t>3)</w:t>
            </w:r>
            <w:r w:rsidRPr="00FC0BC7">
              <w:tab/>
              <w:t xml:space="preserve">szerokość nie przekracza </w:t>
            </w:r>
            <w:smartTag w:uri="urn:schemas-microsoft-com:office:smarttags" w:element="metricconverter">
              <w:smartTagPr>
                <w:attr w:name="ProductID" w:val="3,5 m"/>
              </w:smartTagPr>
              <w:r w:rsidRPr="00FC0BC7">
                <w:t>3,5 m</w:t>
              </w:r>
            </w:smartTag>
            <w:r w:rsidRPr="00FC0BC7">
              <w:t>,</w:t>
            </w:r>
          </w:p>
        </w:tc>
      </w:tr>
      <w:tr w:rsidR="005B793C" w:rsidRPr="00FC0BC7" w:rsidTr="0014279E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3C" w:rsidRPr="00FC0BC7" w:rsidRDefault="005B793C" w:rsidP="00CE1251">
            <w:pPr>
              <w:jc w:val="center"/>
            </w:pPr>
            <w:r w:rsidRPr="00FC0BC7">
              <w:t>Informacje</w:t>
            </w:r>
            <w:r>
              <w:br/>
            </w:r>
            <w:r w:rsidRPr="00FC0BC7">
              <w:t>o pojeździe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3C" w:rsidRPr="00FC0BC7" w:rsidRDefault="005B793C" w:rsidP="00CE1251">
            <w:pPr>
              <w:jc w:val="center"/>
            </w:pPr>
            <w:r w:rsidRPr="00FC0BC7">
              <w:t>Pojazd</w:t>
            </w:r>
            <w:r>
              <w:br/>
              <w:t>wolnobieżny</w:t>
            </w:r>
            <w:r w:rsidRPr="00CE1251">
              <w:rPr>
                <w:vertAlign w:val="superscript"/>
              </w:rPr>
              <w:t>*)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3C" w:rsidRPr="00FC0BC7" w:rsidRDefault="005B793C" w:rsidP="00CE1251">
            <w:pPr>
              <w:jc w:val="center"/>
            </w:pPr>
            <w:r w:rsidRPr="00FC0BC7">
              <w:t>Ciągnik</w:t>
            </w:r>
            <w:r>
              <w:br/>
            </w:r>
            <w:r w:rsidRPr="00FC0BC7">
              <w:t>rolniczy</w:t>
            </w:r>
            <w:r w:rsidRPr="00CE1251">
              <w:rPr>
                <w:vertAlign w:val="superscript"/>
              </w:rPr>
              <w:t>*)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3C" w:rsidRPr="00FC0BC7" w:rsidRDefault="005B793C" w:rsidP="00CE1251">
            <w:pPr>
              <w:jc w:val="center"/>
            </w:pPr>
            <w:r w:rsidRPr="00FC0BC7">
              <w:t>Przyczepa</w:t>
            </w:r>
            <w:r>
              <w:br/>
            </w:r>
            <w:r w:rsidRPr="00FC0BC7">
              <w:t>specjalna</w:t>
            </w:r>
            <w:r w:rsidRPr="00CE1251">
              <w:rPr>
                <w:vertAlign w:val="superscript"/>
              </w:rPr>
              <w:t>*)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</w:tcPr>
          <w:p w:rsidR="005B793C" w:rsidRPr="00FC0BC7" w:rsidRDefault="005B793C" w:rsidP="00FC0BC7"/>
        </w:tc>
      </w:tr>
      <w:tr w:rsidR="005B793C" w:rsidRPr="00FC0BC7" w:rsidTr="0014279E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3C" w:rsidRPr="00FC0BC7" w:rsidRDefault="005B793C" w:rsidP="00FC0BC7">
            <w:r w:rsidRPr="00FC0BC7">
              <w:t>Marka i typ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3C" w:rsidRPr="00FC0BC7" w:rsidRDefault="005B793C" w:rsidP="00FC0BC7"/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3C" w:rsidRPr="00FC0BC7" w:rsidRDefault="005B793C" w:rsidP="00FC0BC7"/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3C" w:rsidRPr="00FC0BC7" w:rsidRDefault="005B793C" w:rsidP="00FC0BC7"/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5B793C" w:rsidRPr="00FC0BC7" w:rsidRDefault="005B793C" w:rsidP="00FC0BC7"/>
        </w:tc>
      </w:tr>
      <w:tr w:rsidR="005B793C" w:rsidRPr="00FC0BC7" w:rsidTr="0014279E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3C" w:rsidRDefault="005B793C" w:rsidP="00FC0BC7">
            <w:r w:rsidRPr="00FC0BC7">
              <w:t>Numer rejestracyjny</w:t>
            </w:r>
            <w:r w:rsidRPr="00CE1251">
              <w:rPr>
                <w:vertAlign w:val="superscript"/>
              </w:rPr>
              <w:t>*)</w:t>
            </w:r>
          </w:p>
          <w:p w:rsidR="005B793C" w:rsidRPr="00FC0BC7" w:rsidRDefault="005B793C" w:rsidP="0099024E">
            <w:pPr>
              <w:jc w:val="both"/>
            </w:pPr>
            <w:r w:rsidRPr="00FC0BC7">
              <w:t>Numer nadwozia,</w:t>
            </w:r>
            <w:r>
              <w:br/>
            </w:r>
            <w:r w:rsidRPr="00FC0BC7">
              <w:t>podwozia lub ramy</w:t>
            </w:r>
            <w:r w:rsidRPr="00CE1251">
              <w:rPr>
                <w:vertAlign w:val="superscript"/>
              </w:rPr>
              <w:t>*)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3C" w:rsidRPr="00FC0BC7" w:rsidRDefault="005B793C" w:rsidP="00FC0BC7"/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3C" w:rsidRPr="00FC0BC7" w:rsidRDefault="005B793C" w:rsidP="00FC0BC7"/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3C" w:rsidRPr="00FC0BC7" w:rsidRDefault="005B793C" w:rsidP="00FC0BC7"/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5B793C" w:rsidRPr="00FC0BC7" w:rsidRDefault="005B793C" w:rsidP="00FC0BC7"/>
        </w:tc>
      </w:tr>
      <w:tr w:rsidR="005B793C" w:rsidRPr="00FC0BC7" w:rsidTr="0014279E">
        <w:tc>
          <w:tcPr>
            <w:tcW w:w="10620" w:type="dxa"/>
            <w:gridSpan w:val="8"/>
          </w:tcPr>
          <w:p w:rsidR="005B793C" w:rsidRPr="00FC0BC7" w:rsidRDefault="005B793C" w:rsidP="00B32C35">
            <w:pPr>
              <w:spacing w:before="240"/>
            </w:pPr>
            <w:r w:rsidRPr="009D6B49">
              <w:rPr>
                <w:b/>
              </w:rPr>
              <w:t>dla podmiotu:</w:t>
            </w:r>
            <w:r>
              <w:t xml:space="preserve"> __________________________________________________________________________</w:t>
            </w:r>
          </w:p>
        </w:tc>
      </w:tr>
      <w:tr w:rsidR="005B793C" w:rsidRPr="00FC0BC7" w:rsidTr="0014279E">
        <w:tc>
          <w:tcPr>
            <w:tcW w:w="10620" w:type="dxa"/>
            <w:gridSpan w:val="8"/>
          </w:tcPr>
          <w:p w:rsidR="005B793C" w:rsidRPr="003E05FD" w:rsidRDefault="005B793C" w:rsidP="003E05FD">
            <w:pPr>
              <w:jc w:val="center"/>
              <w:rPr>
                <w:sz w:val="18"/>
                <w:szCs w:val="18"/>
              </w:rPr>
            </w:pPr>
            <w:r w:rsidRPr="003E05FD">
              <w:rPr>
                <w:sz w:val="18"/>
                <w:szCs w:val="18"/>
              </w:rPr>
              <w:t>(nazwa)</w:t>
            </w:r>
          </w:p>
        </w:tc>
      </w:tr>
      <w:tr w:rsidR="005B793C" w:rsidRPr="00FC0BC7" w:rsidTr="0014279E">
        <w:tc>
          <w:tcPr>
            <w:tcW w:w="10620" w:type="dxa"/>
            <w:gridSpan w:val="8"/>
          </w:tcPr>
          <w:p w:rsidR="005B793C" w:rsidRPr="00FC0BC7" w:rsidRDefault="005B793C" w:rsidP="003E05FD">
            <w:pPr>
              <w:spacing w:before="120"/>
            </w:pPr>
            <w:r w:rsidRPr="003E05FD">
              <w:rPr>
                <w:b/>
              </w:rPr>
              <w:t>adres:</w:t>
            </w:r>
            <w:r>
              <w:t xml:space="preserve"> _________________________________________________________________________________</w:t>
            </w:r>
          </w:p>
        </w:tc>
      </w:tr>
      <w:tr w:rsidR="005B793C" w:rsidRPr="000943BE" w:rsidTr="0014279E">
        <w:tc>
          <w:tcPr>
            <w:tcW w:w="10620" w:type="dxa"/>
            <w:gridSpan w:val="8"/>
          </w:tcPr>
          <w:p w:rsidR="005B793C" w:rsidRPr="000943BE" w:rsidRDefault="005B793C" w:rsidP="0051679E">
            <w:pPr>
              <w:spacing w:before="480"/>
              <w:jc w:val="both"/>
              <w:rPr>
                <w:sz w:val="18"/>
                <w:szCs w:val="18"/>
              </w:rPr>
            </w:pPr>
            <w:r w:rsidRPr="00A756F1">
              <w:rPr>
                <w:sz w:val="20"/>
                <w:szCs w:val="20"/>
              </w:rPr>
              <w:t>Dane osoby wyznaczonej przez wnioskodawcę do kontaktu:</w:t>
            </w:r>
            <w:r>
              <w:rPr>
                <w:sz w:val="18"/>
                <w:szCs w:val="18"/>
              </w:rPr>
              <w:t xml:space="preserve"> ____________________________________________________</w:t>
            </w:r>
          </w:p>
        </w:tc>
      </w:tr>
      <w:tr w:rsidR="005B793C" w:rsidRPr="00307A07" w:rsidTr="0014279E">
        <w:tc>
          <w:tcPr>
            <w:tcW w:w="5220" w:type="dxa"/>
            <w:gridSpan w:val="4"/>
          </w:tcPr>
          <w:p w:rsidR="005B793C" w:rsidRPr="000943BE" w:rsidRDefault="005B793C" w:rsidP="0051679E">
            <w:pPr>
              <w:spacing w:before="60"/>
              <w:jc w:val="both"/>
              <w:rPr>
                <w:sz w:val="18"/>
                <w:szCs w:val="18"/>
              </w:rPr>
            </w:pPr>
          </w:p>
        </w:tc>
        <w:tc>
          <w:tcPr>
            <w:tcW w:w="5400" w:type="dxa"/>
            <w:gridSpan w:val="4"/>
          </w:tcPr>
          <w:p w:rsidR="005B793C" w:rsidRPr="000943BE" w:rsidRDefault="005B793C" w:rsidP="0051679E">
            <w:pPr>
              <w:spacing w:before="60"/>
              <w:jc w:val="center"/>
              <w:rPr>
                <w:sz w:val="18"/>
                <w:szCs w:val="18"/>
              </w:rPr>
            </w:pPr>
            <w:r w:rsidRPr="000943BE">
              <w:rPr>
                <w:sz w:val="18"/>
                <w:szCs w:val="18"/>
              </w:rPr>
              <w:t>(imię i nazwisko, tel.)</w:t>
            </w:r>
          </w:p>
        </w:tc>
      </w:tr>
      <w:tr w:rsidR="005B793C" w:rsidRPr="000943BE" w:rsidTr="0014279E">
        <w:tc>
          <w:tcPr>
            <w:tcW w:w="10620" w:type="dxa"/>
            <w:gridSpan w:val="8"/>
          </w:tcPr>
          <w:p w:rsidR="005B793C" w:rsidRPr="00A756F1" w:rsidRDefault="005B793C" w:rsidP="0051679E">
            <w:pPr>
              <w:spacing w:before="240"/>
              <w:jc w:val="both"/>
              <w:rPr>
                <w:sz w:val="20"/>
                <w:szCs w:val="20"/>
              </w:rPr>
            </w:pPr>
            <w:r w:rsidRPr="00A756F1">
              <w:rPr>
                <w:sz w:val="20"/>
                <w:szCs w:val="20"/>
              </w:rPr>
              <w:t>Załącznik: Dowód wniesienia opłaty za wydanie zezwolenia</w:t>
            </w:r>
          </w:p>
        </w:tc>
      </w:tr>
      <w:tr w:rsidR="005B793C" w:rsidRPr="00307A07" w:rsidTr="0014279E">
        <w:tc>
          <w:tcPr>
            <w:tcW w:w="5220" w:type="dxa"/>
            <w:gridSpan w:val="4"/>
            <w:vMerge w:val="restart"/>
          </w:tcPr>
          <w:p w:rsidR="005B793C" w:rsidRPr="00307A07" w:rsidRDefault="005B793C" w:rsidP="0051679E"/>
        </w:tc>
        <w:tc>
          <w:tcPr>
            <w:tcW w:w="5400" w:type="dxa"/>
            <w:gridSpan w:val="4"/>
            <w:vAlign w:val="bottom"/>
          </w:tcPr>
          <w:p w:rsidR="005B793C" w:rsidRPr="00307A07" w:rsidRDefault="005B793C" w:rsidP="0051679E">
            <w:pPr>
              <w:jc w:val="center"/>
            </w:pPr>
            <w:r>
              <w:t>....................................................................................</w:t>
            </w:r>
          </w:p>
        </w:tc>
      </w:tr>
      <w:tr w:rsidR="005B793C" w:rsidRPr="00307A07" w:rsidTr="0014279E">
        <w:tc>
          <w:tcPr>
            <w:tcW w:w="5220" w:type="dxa"/>
            <w:gridSpan w:val="4"/>
            <w:vMerge/>
          </w:tcPr>
          <w:p w:rsidR="005B793C" w:rsidRPr="00307A07" w:rsidRDefault="005B793C" w:rsidP="0051679E"/>
        </w:tc>
        <w:tc>
          <w:tcPr>
            <w:tcW w:w="5400" w:type="dxa"/>
            <w:gridSpan w:val="4"/>
          </w:tcPr>
          <w:p w:rsidR="005B793C" w:rsidRPr="00307A07" w:rsidRDefault="005B793C" w:rsidP="0051679E">
            <w:pPr>
              <w:spacing w:after="240"/>
              <w:jc w:val="center"/>
            </w:pPr>
            <w:r w:rsidRPr="00307A07">
              <w:t>(</w:t>
            </w:r>
            <w:r w:rsidRPr="000943BE">
              <w:rPr>
                <w:sz w:val="18"/>
                <w:szCs w:val="18"/>
              </w:rPr>
              <w:t>podpis wnioskodawcy lub osoby przez niego upoważnionej</w:t>
            </w:r>
            <w:r w:rsidRPr="00307A07">
              <w:t>)</w:t>
            </w:r>
          </w:p>
        </w:tc>
      </w:tr>
      <w:tr w:rsidR="005B793C" w:rsidRPr="00C563EE" w:rsidTr="0014279E">
        <w:tc>
          <w:tcPr>
            <w:tcW w:w="10620" w:type="dxa"/>
            <w:gridSpan w:val="8"/>
          </w:tcPr>
          <w:p w:rsidR="005B793C" w:rsidRPr="00C563EE" w:rsidRDefault="005B793C" w:rsidP="0051679E">
            <w:pPr>
              <w:ind w:left="142" w:hanging="100"/>
              <w:rPr>
                <w:sz w:val="16"/>
                <w:szCs w:val="16"/>
              </w:rPr>
            </w:pPr>
            <w:r w:rsidRPr="00C563EE">
              <w:rPr>
                <w:sz w:val="16"/>
                <w:szCs w:val="16"/>
                <w:vertAlign w:val="superscript"/>
              </w:rPr>
              <w:t>*)</w:t>
            </w:r>
            <w:r w:rsidRPr="00C563EE">
              <w:rPr>
                <w:sz w:val="16"/>
                <w:szCs w:val="16"/>
              </w:rPr>
              <w:tab/>
              <w:t>Niepotrzebne skreślić.</w:t>
            </w:r>
          </w:p>
        </w:tc>
      </w:tr>
      <w:tr w:rsidR="005B793C" w:rsidRPr="00C563EE" w:rsidTr="0014279E">
        <w:tc>
          <w:tcPr>
            <w:tcW w:w="10620" w:type="dxa"/>
            <w:gridSpan w:val="8"/>
          </w:tcPr>
          <w:p w:rsidR="005B793C" w:rsidRPr="00C563EE" w:rsidRDefault="005B793C" w:rsidP="0051679E">
            <w:pPr>
              <w:ind w:left="142" w:hanging="142"/>
              <w:rPr>
                <w:sz w:val="16"/>
                <w:szCs w:val="16"/>
              </w:rPr>
            </w:pPr>
            <w:r w:rsidRPr="00C563EE">
              <w:rPr>
                <w:sz w:val="16"/>
                <w:szCs w:val="16"/>
                <w:vertAlign w:val="superscript"/>
              </w:rPr>
              <w:t>**)</w:t>
            </w:r>
            <w:r w:rsidRPr="00C563EE">
              <w:rPr>
                <w:sz w:val="16"/>
                <w:szCs w:val="16"/>
              </w:rPr>
              <w:tab/>
              <w:t>O ile nadano.</w:t>
            </w:r>
          </w:p>
        </w:tc>
      </w:tr>
    </w:tbl>
    <w:p w:rsidR="005B793C" w:rsidRPr="00FC0BC7" w:rsidRDefault="005B793C" w:rsidP="00FC0BC7"/>
    <w:sectPr w:rsidR="005B793C" w:rsidRPr="00FC0BC7" w:rsidSect="0014279E">
      <w:pgSz w:w="11909" w:h="16834"/>
      <w:pgMar w:top="1079" w:right="1134" w:bottom="0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linkStyles/>
  <w:stylePaneFormatFilter w:val="3F01"/>
  <w:defaultTabStop w:val="708"/>
  <w:hyphenationZone w:val="425"/>
  <w:characterSpacingControl w:val="doNotCompress"/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C45"/>
    <w:rsid w:val="00091F67"/>
    <w:rsid w:val="000943BE"/>
    <w:rsid w:val="000D0698"/>
    <w:rsid w:val="0014279E"/>
    <w:rsid w:val="001B0C45"/>
    <w:rsid w:val="002156AD"/>
    <w:rsid w:val="00237715"/>
    <w:rsid w:val="00250AC2"/>
    <w:rsid w:val="00306A88"/>
    <w:rsid w:val="00307A07"/>
    <w:rsid w:val="003216ED"/>
    <w:rsid w:val="003C3E0E"/>
    <w:rsid w:val="003E05FD"/>
    <w:rsid w:val="0042512F"/>
    <w:rsid w:val="00470B1E"/>
    <w:rsid w:val="0051679E"/>
    <w:rsid w:val="005466D5"/>
    <w:rsid w:val="00574F9B"/>
    <w:rsid w:val="005B793C"/>
    <w:rsid w:val="006629C0"/>
    <w:rsid w:val="006A722B"/>
    <w:rsid w:val="0072556C"/>
    <w:rsid w:val="0079611D"/>
    <w:rsid w:val="00876908"/>
    <w:rsid w:val="0099024E"/>
    <w:rsid w:val="009D670A"/>
    <w:rsid w:val="009D6B49"/>
    <w:rsid w:val="00A011C7"/>
    <w:rsid w:val="00A0409F"/>
    <w:rsid w:val="00A756F1"/>
    <w:rsid w:val="00B32C35"/>
    <w:rsid w:val="00B7212E"/>
    <w:rsid w:val="00C563EE"/>
    <w:rsid w:val="00CA520E"/>
    <w:rsid w:val="00CC40CC"/>
    <w:rsid w:val="00CE1251"/>
    <w:rsid w:val="00DA6C16"/>
    <w:rsid w:val="00DB37C1"/>
    <w:rsid w:val="00DD23A9"/>
    <w:rsid w:val="00E70F32"/>
    <w:rsid w:val="00EE1981"/>
    <w:rsid w:val="00FA7B7D"/>
    <w:rsid w:val="00FB55E3"/>
    <w:rsid w:val="00FC0AF7"/>
    <w:rsid w:val="00FC0BC7"/>
    <w:rsid w:val="00FD5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4279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0BC7"/>
    <w:pPr>
      <w:keepNext/>
      <w:spacing w:before="24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FC0BC7"/>
    <w:pPr>
      <w:keepNext/>
      <w:spacing w:before="24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FC0BC7"/>
    <w:pPr>
      <w:spacing w:before="240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FC0BC7"/>
    <w:pPr>
      <w:spacing w:before="240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FC0BC7"/>
    <w:pPr>
      <w:spacing w:before="24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FC0BC7"/>
    <w:pPr>
      <w:spacing w:before="240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FC0BC7"/>
    <w:p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FC0BC7"/>
    <w:pPr>
      <w:spacing w:before="24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0BC7"/>
    <w:pPr>
      <w:spacing w:before="240"/>
      <w:outlineLvl w:val="8"/>
    </w:pPr>
    <w:rPr>
      <w:rFonts w:cs="Arial"/>
    </w:rPr>
  </w:style>
  <w:style w:type="character" w:default="1" w:styleId="DefaultParagraphFont">
    <w:name w:val="Default Paragraph Font"/>
    <w:uiPriority w:val="99"/>
    <w:semiHidden/>
    <w:rsid w:val="0014279E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2556C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2556C"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2556C"/>
    <w:rPr>
      <w:rFonts w:ascii="Calibri Light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2556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2556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2556C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2556C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2556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2556C"/>
    <w:rPr>
      <w:rFonts w:ascii="Calibri Light" w:hAnsi="Calibri Light" w:cs="Times New Roman"/>
    </w:rPr>
  </w:style>
  <w:style w:type="character" w:styleId="FootnoteReference">
    <w:name w:val="footnote reference"/>
    <w:basedOn w:val="DefaultParagraphFont"/>
    <w:uiPriority w:val="99"/>
    <w:semiHidden/>
    <w:rsid w:val="00FC0BC7"/>
    <w:rPr>
      <w:rFonts w:ascii="Times New Roman" w:hAnsi="Times New Roman" w:cs="Times New Roman"/>
      <w:sz w:val="24"/>
      <w:szCs w:val="24"/>
      <w:vertAlign w:val="superscript"/>
    </w:rPr>
  </w:style>
  <w:style w:type="paragraph" w:customStyle="1" w:styleId="Lnum1st">
    <w:name w:val="Lnum 1st"/>
    <w:basedOn w:val="Normal"/>
    <w:uiPriority w:val="99"/>
    <w:rsid w:val="00FC0BC7"/>
    <w:pPr>
      <w:ind w:left="425" w:hanging="425"/>
    </w:pPr>
  </w:style>
  <w:style w:type="paragraph" w:customStyle="1" w:styleId="Lnum1stam">
    <w:name w:val="Lnum 1st łam"/>
    <w:basedOn w:val="Normal"/>
    <w:uiPriority w:val="99"/>
    <w:rsid w:val="00FC0BC7"/>
  </w:style>
  <w:style w:type="paragraph" w:customStyle="1" w:styleId="Lnum2st">
    <w:name w:val="Lnum 2st"/>
    <w:basedOn w:val="Normal"/>
    <w:uiPriority w:val="99"/>
    <w:rsid w:val="00FC0BC7"/>
    <w:pPr>
      <w:ind w:left="850" w:hanging="425"/>
    </w:pPr>
  </w:style>
  <w:style w:type="paragraph" w:customStyle="1" w:styleId="Lnum2stam">
    <w:name w:val="Lnum 2st łam"/>
    <w:basedOn w:val="Normal"/>
    <w:uiPriority w:val="99"/>
    <w:rsid w:val="00FC0BC7"/>
    <w:pPr>
      <w:ind w:left="425"/>
    </w:pPr>
  </w:style>
  <w:style w:type="paragraph" w:customStyle="1" w:styleId="Lnum3st">
    <w:name w:val="Lnum 3st"/>
    <w:basedOn w:val="Normal"/>
    <w:uiPriority w:val="99"/>
    <w:rsid w:val="00FC0BC7"/>
    <w:pPr>
      <w:ind w:left="1276" w:hanging="425"/>
    </w:pPr>
  </w:style>
  <w:style w:type="paragraph" w:customStyle="1" w:styleId="Lnum3stam">
    <w:name w:val="Lnum 3st łam"/>
    <w:basedOn w:val="Normal"/>
    <w:uiPriority w:val="99"/>
    <w:rsid w:val="00FC0BC7"/>
    <w:pPr>
      <w:ind w:left="851"/>
    </w:pPr>
  </w:style>
  <w:style w:type="paragraph" w:customStyle="1" w:styleId="Lnum4st">
    <w:name w:val="Lnum 4st"/>
    <w:basedOn w:val="Normal"/>
    <w:uiPriority w:val="99"/>
    <w:rsid w:val="00FC0BC7"/>
    <w:pPr>
      <w:ind w:left="1701" w:hanging="425"/>
    </w:pPr>
  </w:style>
  <w:style w:type="paragraph" w:customStyle="1" w:styleId="Lnum4stam">
    <w:name w:val="Lnum 4st łam"/>
    <w:basedOn w:val="Normal"/>
    <w:uiPriority w:val="99"/>
    <w:rsid w:val="00FC0BC7"/>
    <w:pPr>
      <w:ind w:left="1276"/>
    </w:pPr>
  </w:style>
  <w:style w:type="paragraph" w:customStyle="1" w:styleId="Lnum5st">
    <w:name w:val="Lnum 5st"/>
    <w:basedOn w:val="Normal"/>
    <w:uiPriority w:val="99"/>
    <w:rsid w:val="00FC0BC7"/>
    <w:pPr>
      <w:ind w:left="2126" w:hanging="425"/>
    </w:pPr>
  </w:style>
  <w:style w:type="paragraph" w:customStyle="1" w:styleId="Lnum5stam">
    <w:name w:val="Lnum 5st łam"/>
    <w:basedOn w:val="Normal"/>
    <w:uiPriority w:val="99"/>
    <w:rsid w:val="00FC0BC7"/>
    <w:pPr>
      <w:ind w:left="1701"/>
    </w:pPr>
  </w:style>
  <w:style w:type="paragraph" w:customStyle="1" w:styleId="Lnum6st">
    <w:name w:val="Lnum 6st"/>
    <w:basedOn w:val="Normal"/>
    <w:uiPriority w:val="99"/>
    <w:rsid w:val="00FC0BC7"/>
    <w:pPr>
      <w:ind w:left="2551" w:hanging="425"/>
    </w:pPr>
  </w:style>
  <w:style w:type="paragraph" w:customStyle="1" w:styleId="Lnum6stam">
    <w:name w:val="Lnum 6st łam"/>
    <w:basedOn w:val="Normal"/>
    <w:uiPriority w:val="99"/>
    <w:rsid w:val="00FC0BC7"/>
    <w:pPr>
      <w:ind w:left="2126"/>
    </w:pPr>
  </w:style>
  <w:style w:type="paragraph" w:customStyle="1" w:styleId="Lwylicz1st">
    <w:name w:val="Lwylicz 1st"/>
    <w:basedOn w:val="Lnum1st"/>
    <w:uiPriority w:val="99"/>
    <w:rsid w:val="00FC0BC7"/>
  </w:style>
  <w:style w:type="paragraph" w:customStyle="1" w:styleId="Lwylicz1stam">
    <w:name w:val="Lwylicz 1st łam"/>
    <w:basedOn w:val="Lnum1stam"/>
    <w:uiPriority w:val="99"/>
    <w:rsid w:val="00FC0BC7"/>
  </w:style>
  <w:style w:type="paragraph" w:customStyle="1" w:styleId="Lwylicz2st">
    <w:name w:val="Lwylicz 2st"/>
    <w:basedOn w:val="Lnum2st"/>
    <w:uiPriority w:val="99"/>
    <w:rsid w:val="00FC0BC7"/>
  </w:style>
  <w:style w:type="paragraph" w:customStyle="1" w:styleId="Lwylicz2stam">
    <w:name w:val="Lwylicz 2st łam"/>
    <w:basedOn w:val="Lnum2stam"/>
    <w:uiPriority w:val="99"/>
    <w:rsid w:val="00FC0BC7"/>
  </w:style>
  <w:style w:type="paragraph" w:customStyle="1" w:styleId="Lwylicz3st">
    <w:name w:val="Lwylicz 3st"/>
    <w:basedOn w:val="Lnum3st"/>
    <w:uiPriority w:val="99"/>
    <w:rsid w:val="00FC0BC7"/>
  </w:style>
  <w:style w:type="paragraph" w:customStyle="1" w:styleId="Lwylicz3stam">
    <w:name w:val="Lwylicz 3st łam"/>
    <w:basedOn w:val="Lnum3stam"/>
    <w:uiPriority w:val="99"/>
    <w:rsid w:val="00FC0BC7"/>
  </w:style>
  <w:style w:type="paragraph" w:customStyle="1" w:styleId="Lwylicz4st">
    <w:name w:val="Lwylicz 4st"/>
    <w:basedOn w:val="Lnum4st"/>
    <w:uiPriority w:val="99"/>
    <w:rsid w:val="00FC0BC7"/>
  </w:style>
  <w:style w:type="paragraph" w:customStyle="1" w:styleId="Lwylicz4stam">
    <w:name w:val="Lwylicz 4st łam"/>
    <w:basedOn w:val="Lnum4stam"/>
    <w:uiPriority w:val="99"/>
    <w:rsid w:val="00FC0BC7"/>
  </w:style>
  <w:style w:type="paragraph" w:customStyle="1" w:styleId="Lwylicz5st">
    <w:name w:val="Lwylicz 5st"/>
    <w:basedOn w:val="Lnum5st"/>
    <w:uiPriority w:val="99"/>
    <w:rsid w:val="00FC0BC7"/>
  </w:style>
  <w:style w:type="paragraph" w:customStyle="1" w:styleId="Lwylicz5stam">
    <w:name w:val="Lwylicz 5st łam"/>
    <w:basedOn w:val="Lnum5stam"/>
    <w:uiPriority w:val="99"/>
    <w:rsid w:val="00FC0BC7"/>
  </w:style>
  <w:style w:type="paragraph" w:customStyle="1" w:styleId="Lwylicz6st">
    <w:name w:val="Lwylicz 6st"/>
    <w:basedOn w:val="Lnum6st"/>
    <w:uiPriority w:val="99"/>
    <w:rsid w:val="00FC0BC7"/>
  </w:style>
  <w:style w:type="paragraph" w:customStyle="1" w:styleId="Lwylicz6stam">
    <w:name w:val="Lwylicz 6st łam"/>
    <w:basedOn w:val="Lnum6stam"/>
    <w:uiPriority w:val="99"/>
    <w:rsid w:val="00FC0BC7"/>
  </w:style>
  <w:style w:type="paragraph" w:customStyle="1" w:styleId="Normbold">
    <w:name w:val="Norm bold"/>
    <w:basedOn w:val="Normal"/>
    <w:uiPriority w:val="99"/>
    <w:rsid w:val="00FC0BC7"/>
    <w:rPr>
      <w:b/>
    </w:rPr>
  </w:style>
  <w:style w:type="character" w:customStyle="1" w:styleId="NormboldZnak">
    <w:name w:val="Norm bold Znak"/>
    <w:basedOn w:val="DefaultParagraphFont"/>
    <w:uiPriority w:val="99"/>
    <w:rsid w:val="00FC0BC7"/>
    <w:rPr>
      <w:rFonts w:cs="Times New Roman"/>
      <w:b/>
      <w:sz w:val="24"/>
      <w:lang w:val="pl-PL" w:eastAsia="pl-PL" w:bidi="ar-SA"/>
    </w:rPr>
  </w:style>
  <w:style w:type="paragraph" w:customStyle="1" w:styleId="Normbolditalic">
    <w:name w:val="Norm bold italic"/>
    <w:basedOn w:val="Normal"/>
    <w:uiPriority w:val="99"/>
    <w:rsid w:val="00FC0BC7"/>
    <w:rPr>
      <w:b/>
      <w:i/>
    </w:rPr>
  </w:style>
  <w:style w:type="paragraph" w:customStyle="1" w:styleId="Normitalic">
    <w:name w:val="Norm italic"/>
    <w:basedOn w:val="Normal"/>
    <w:uiPriority w:val="99"/>
    <w:rsid w:val="00FC0BC7"/>
    <w:rPr>
      <w:i/>
    </w:rPr>
  </w:style>
  <w:style w:type="paragraph" w:customStyle="1" w:styleId="Normalnywcity">
    <w:name w:val="Normalny wcięty"/>
    <w:uiPriority w:val="99"/>
    <w:rsid w:val="00FC0BC7"/>
    <w:pPr>
      <w:ind w:firstLine="425"/>
      <w:jc w:val="both"/>
    </w:pPr>
    <w:rPr>
      <w:sz w:val="24"/>
      <w:szCs w:val="20"/>
      <w:lang w:eastAsia="zh-CN"/>
    </w:rPr>
  </w:style>
  <w:style w:type="paragraph" w:customStyle="1" w:styleId="Nwbold">
    <w:name w:val="Nw bold"/>
    <w:basedOn w:val="Normal"/>
    <w:uiPriority w:val="99"/>
    <w:rsid w:val="00FC0BC7"/>
    <w:pPr>
      <w:ind w:firstLine="425"/>
    </w:pPr>
    <w:rPr>
      <w:b/>
    </w:rPr>
  </w:style>
  <w:style w:type="paragraph" w:customStyle="1" w:styleId="Nwbolditalic">
    <w:name w:val="Nw bold italic"/>
    <w:basedOn w:val="Normal"/>
    <w:uiPriority w:val="99"/>
    <w:rsid w:val="00FC0BC7"/>
    <w:pPr>
      <w:ind w:firstLine="425"/>
    </w:pPr>
    <w:rPr>
      <w:b/>
      <w:i/>
    </w:rPr>
  </w:style>
  <w:style w:type="paragraph" w:customStyle="1" w:styleId="Nwitalic">
    <w:name w:val="Nw italic"/>
    <w:basedOn w:val="Normal"/>
    <w:uiPriority w:val="99"/>
    <w:rsid w:val="00FC0BC7"/>
    <w:pPr>
      <w:ind w:firstLine="425"/>
    </w:pPr>
    <w:rPr>
      <w:i/>
    </w:rPr>
  </w:style>
  <w:style w:type="paragraph" w:styleId="BalloonText">
    <w:name w:val="Balloon Text"/>
    <w:basedOn w:val="Normal"/>
    <w:link w:val="BalloonTextChar"/>
    <w:uiPriority w:val="99"/>
    <w:semiHidden/>
    <w:rsid w:val="00FC0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56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FC0BC7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2556C"/>
    <w:rPr>
      <w:rFonts w:cs="Times New Roman"/>
      <w:sz w:val="20"/>
      <w:szCs w:val="20"/>
    </w:rPr>
  </w:style>
  <w:style w:type="paragraph" w:customStyle="1" w:styleId="Podzia">
    <w:name w:val="Podział"/>
    <w:basedOn w:val="Normal"/>
    <w:uiPriority w:val="99"/>
    <w:rsid w:val="00FC0BC7"/>
    <w:pPr>
      <w:spacing w:before="240"/>
    </w:pPr>
    <w:rPr>
      <w:color w:val="008000"/>
    </w:rPr>
  </w:style>
  <w:style w:type="paragraph" w:styleId="Header">
    <w:name w:val="header"/>
    <w:basedOn w:val="Normal"/>
    <w:link w:val="HeaderChar"/>
    <w:uiPriority w:val="99"/>
    <w:rsid w:val="00FC0B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255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C0B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556C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FC0BC7"/>
    <w:rPr>
      <w:rFonts w:cs="Times New Roman"/>
      <w:color w:val="FF0000"/>
      <w:u w:val="single" w:color="FF0000"/>
    </w:rPr>
  </w:style>
  <w:style w:type="paragraph" w:customStyle="1" w:styleId="opisGTkoniec">
    <w:name w:val="opis_GT_koniec"/>
    <w:basedOn w:val="Normal"/>
    <w:next w:val="Normal"/>
    <w:uiPriority w:val="99"/>
    <w:rsid w:val="00FC0BC7"/>
    <w:rPr>
      <w:b/>
      <w:vanish/>
      <w:color w:val="FF6600"/>
    </w:rPr>
  </w:style>
  <w:style w:type="paragraph" w:customStyle="1" w:styleId="opisGTpocztek">
    <w:name w:val="opis_GT_początek"/>
    <w:basedOn w:val="Normal"/>
    <w:next w:val="Normal"/>
    <w:uiPriority w:val="99"/>
    <w:rsid w:val="00FC0BC7"/>
    <w:rPr>
      <w:b/>
      <w:vanish/>
      <w:color w:val="FF6600"/>
    </w:rPr>
  </w:style>
  <w:style w:type="paragraph" w:customStyle="1" w:styleId="PodpisGT">
    <w:name w:val="Podpis_GT"/>
    <w:basedOn w:val="Normal"/>
    <w:next w:val="Normal"/>
    <w:uiPriority w:val="99"/>
    <w:rsid w:val="00FC0BC7"/>
    <w:rPr>
      <w:color w:val="990000"/>
    </w:rPr>
  </w:style>
  <w:style w:type="paragraph" w:customStyle="1" w:styleId="Lnum1staka">
    <w:name w:val="Lnum 1st aka"/>
    <w:basedOn w:val="Lnum1st"/>
    <w:uiPriority w:val="99"/>
    <w:rsid w:val="00FC0BC7"/>
    <w:pPr>
      <w:ind w:left="0" w:firstLine="425"/>
    </w:pPr>
  </w:style>
  <w:style w:type="paragraph" w:customStyle="1" w:styleId="Lnum2staka">
    <w:name w:val="Lnum 2st aka"/>
    <w:basedOn w:val="Lnum1staka"/>
    <w:uiPriority w:val="99"/>
    <w:rsid w:val="00FC0BC7"/>
  </w:style>
  <w:style w:type="paragraph" w:customStyle="1" w:styleId="Lnum3staka">
    <w:name w:val="Lnum 3st aka"/>
    <w:basedOn w:val="Lnum1staka"/>
    <w:uiPriority w:val="99"/>
    <w:rsid w:val="00FC0BC7"/>
  </w:style>
  <w:style w:type="paragraph" w:customStyle="1" w:styleId="Lnum4staka">
    <w:name w:val="Lnum 4st aka"/>
    <w:basedOn w:val="Lnum1staka"/>
    <w:uiPriority w:val="99"/>
    <w:rsid w:val="00FC0BC7"/>
  </w:style>
  <w:style w:type="paragraph" w:customStyle="1" w:styleId="Lnum5staka">
    <w:name w:val="Lnum 5st aka"/>
    <w:basedOn w:val="Lnum1staka"/>
    <w:uiPriority w:val="99"/>
    <w:rsid w:val="00FC0BC7"/>
  </w:style>
  <w:style w:type="paragraph" w:customStyle="1" w:styleId="Lnum6staka">
    <w:name w:val="Lnum 6st aka"/>
    <w:basedOn w:val="Lnum1staka"/>
    <w:uiPriority w:val="99"/>
    <w:rsid w:val="00FC0BC7"/>
  </w:style>
  <w:style w:type="paragraph" w:customStyle="1" w:styleId="Lwylicz1staka">
    <w:name w:val="Lwylicz 1st aka"/>
    <w:basedOn w:val="Lwylicz1st"/>
    <w:uiPriority w:val="99"/>
    <w:rsid w:val="00FC0BC7"/>
    <w:pPr>
      <w:ind w:left="0" w:firstLine="425"/>
    </w:pPr>
  </w:style>
  <w:style w:type="paragraph" w:customStyle="1" w:styleId="Lwylicz2staka">
    <w:name w:val="Lwylicz 2st aka"/>
    <w:basedOn w:val="Lwylicz1staka"/>
    <w:uiPriority w:val="99"/>
    <w:rsid w:val="00FC0BC7"/>
  </w:style>
  <w:style w:type="paragraph" w:customStyle="1" w:styleId="Lwylicz3staka">
    <w:name w:val="Lwylicz 3st aka"/>
    <w:basedOn w:val="Lwylicz1staka"/>
    <w:uiPriority w:val="99"/>
    <w:rsid w:val="00FC0BC7"/>
  </w:style>
  <w:style w:type="paragraph" w:customStyle="1" w:styleId="Lwylicz4staka">
    <w:name w:val="Lwylicz 4st aka"/>
    <w:basedOn w:val="Lwylicz1staka"/>
    <w:uiPriority w:val="99"/>
    <w:rsid w:val="00FC0BC7"/>
  </w:style>
  <w:style w:type="paragraph" w:customStyle="1" w:styleId="Lwylicz5staka">
    <w:name w:val="Lwylicz 5st aka"/>
    <w:basedOn w:val="Lwylicz1staka"/>
    <w:uiPriority w:val="99"/>
    <w:rsid w:val="00FC0BC7"/>
  </w:style>
  <w:style w:type="paragraph" w:customStyle="1" w:styleId="Lwylicz6staka">
    <w:name w:val="Lwylicz 6st aka"/>
    <w:basedOn w:val="Lwylicz1staka"/>
    <w:uiPriority w:val="99"/>
    <w:rsid w:val="00FC0BC7"/>
  </w:style>
  <w:style w:type="paragraph" w:customStyle="1" w:styleId="Lnum1stnorm">
    <w:name w:val="Lnum 1st norm"/>
    <w:basedOn w:val="Normal"/>
    <w:uiPriority w:val="99"/>
    <w:rsid w:val="00FC0BC7"/>
    <w:pPr>
      <w:ind w:left="425"/>
    </w:pPr>
  </w:style>
  <w:style w:type="paragraph" w:customStyle="1" w:styleId="Lnum2stnorm">
    <w:name w:val="Lnum 2st norm"/>
    <w:basedOn w:val="Normal"/>
    <w:uiPriority w:val="99"/>
    <w:rsid w:val="00FC0BC7"/>
    <w:pPr>
      <w:ind w:left="851"/>
    </w:pPr>
  </w:style>
  <w:style w:type="paragraph" w:customStyle="1" w:styleId="Lnum3stnorm">
    <w:name w:val="Lnum 3st norm"/>
    <w:basedOn w:val="Normal"/>
    <w:uiPriority w:val="99"/>
    <w:rsid w:val="00FC0BC7"/>
    <w:pPr>
      <w:ind w:left="1276"/>
    </w:pPr>
  </w:style>
  <w:style w:type="paragraph" w:customStyle="1" w:styleId="Lnum4stnorm">
    <w:name w:val="Lnum 4st norm"/>
    <w:basedOn w:val="Normal"/>
    <w:uiPriority w:val="99"/>
    <w:rsid w:val="00FC0BC7"/>
    <w:pPr>
      <w:ind w:left="1701"/>
    </w:pPr>
  </w:style>
  <w:style w:type="paragraph" w:customStyle="1" w:styleId="Lnum5stnorm">
    <w:name w:val="Lnum 5st norm"/>
    <w:basedOn w:val="Normal"/>
    <w:uiPriority w:val="99"/>
    <w:rsid w:val="00FC0BC7"/>
    <w:pPr>
      <w:ind w:left="2126"/>
    </w:pPr>
  </w:style>
  <w:style w:type="paragraph" w:customStyle="1" w:styleId="Lnum6stnorm">
    <w:name w:val="Lnum 6st norm"/>
    <w:basedOn w:val="Normal"/>
    <w:uiPriority w:val="99"/>
    <w:rsid w:val="00FC0BC7"/>
    <w:pPr>
      <w:ind w:left="2552"/>
    </w:pPr>
  </w:style>
  <w:style w:type="paragraph" w:customStyle="1" w:styleId="Lwylicz1stnorm">
    <w:name w:val="Lwylicz 1st norm"/>
    <w:basedOn w:val="Lnum1stnorm"/>
    <w:uiPriority w:val="99"/>
    <w:rsid w:val="00FC0BC7"/>
  </w:style>
  <w:style w:type="paragraph" w:customStyle="1" w:styleId="Lwylicz2stnorm">
    <w:name w:val="Lwylicz 2st norm"/>
    <w:basedOn w:val="Lnum2stnorm"/>
    <w:uiPriority w:val="99"/>
    <w:rsid w:val="00FC0BC7"/>
  </w:style>
  <w:style w:type="paragraph" w:customStyle="1" w:styleId="Lwylicz3stnorm">
    <w:name w:val="Lwylicz 3st norm"/>
    <w:basedOn w:val="Lnum3stnorm"/>
    <w:uiPriority w:val="99"/>
    <w:rsid w:val="00FC0BC7"/>
  </w:style>
  <w:style w:type="paragraph" w:customStyle="1" w:styleId="Lwylicz4stnorm">
    <w:name w:val="Lwylicz 4st norm"/>
    <w:basedOn w:val="Lnum4stnorm"/>
    <w:uiPriority w:val="99"/>
    <w:rsid w:val="00FC0BC7"/>
  </w:style>
  <w:style w:type="paragraph" w:customStyle="1" w:styleId="Lwylicz5stnorm">
    <w:name w:val="Lwylicz 5st norm"/>
    <w:basedOn w:val="Lnum5stnorm"/>
    <w:uiPriority w:val="99"/>
    <w:rsid w:val="00FC0BC7"/>
  </w:style>
  <w:style w:type="paragraph" w:customStyle="1" w:styleId="Lwylicz6stnorm">
    <w:name w:val="Lwylicz 6st norm"/>
    <w:basedOn w:val="Lnum6stnorm"/>
    <w:uiPriority w:val="99"/>
    <w:rsid w:val="00FC0BC7"/>
  </w:style>
  <w:style w:type="paragraph" w:customStyle="1" w:styleId="Centrbold">
    <w:name w:val="Centr bold"/>
    <w:basedOn w:val="Normal"/>
    <w:uiPriority w:val="99"/>
    <w:rsid w:val="00FC0BC7"/>
    <w:pPr>
      <w:jc w:val="center"/>
    </w:pPr>
    <w:rPr>
      <w:b/>
    </w:rPr>
  </w:style>
  <w:style w:type="paragraph" w:customStyle="1" w:styleId="Centrbolditalic">
    <w:name w:val="Centr bold italic"/>
    <w:basedOn w:val="Normal"/>
    <w:uiPriority w:val="99"/>
    <w:rsid w:val="00FC0BC7"/>
    <w:pPr>
      <w:jc w:val="center"/>
    </w:pPr>
    <w:rPr>
      <w:b/>
      <w:i/>
    </w:rPr>
  </w:style>
  <w:style w:type="paragraph" w:customStyle="1" w:styleId="Centritalic">
    <w:name w:val="Centr italic"/>
    <w:basedOn w:val="Normal"/>
    <w:uiPriority w:val="99"/>
    <w:rsid w:val="00FC0BC7"/>
    <w:pPr>
      <w:jc w:val="center"/>
    </w:pPr>
    <w:rPr>
      <w:i/>
    </w:rPr>
  </w:style>
  <w:style w:type="character" w:customStyle="1" w:styleId="Cytatznak">
    <w:name w:val="Cytat znak"/>
    <w:basedOn w:val="DefaultParagraphFont"/>
    <w:uiPriority w:val="99"/>
    <w:rsid w:val="00FC0BC7"/>
    <w:rPr>
      <w:rFonts w:cs="Times New Roman"/>
      <w:color w:val="auto"/>
      <w:bdr w:val="single" w:sz="12" w:space="0" w:color="339966"/>
    </w:rPr>
  </w:style>
  <w:style w:type="paragraph" w:customStyle="1" w:styleId="Cytatkoniec">
    <w:name w:val="Cytat_koniec"/>
    <w:basedOn w:val="Normal"/>
    <w:next w:val="Normal"/>
    <w:uiPriority w:val="99"/>
    <w:rsid w:val="00FC0BC7"/>
    <w:pPr>
      <w:spacing w:after="240"/>
    </w:pPr>
  </w:style>
  <w:style w:type="paragraph" w:customStyle="1" w:styleId="Haso">
    <w:name w:val="Hasło"/>
    <w:basedOn w:val="Normal"/>
    <w:next w:val="Normal"/>
    <w:uiPriority w:val="99"/>
    <w:rsid w:val="00FC0BC7"/>
    <w:pPr>
      <w:shd w:val="clear" w:color="auto" w:fill="FFFF99"/>
    </w:pPr>
    <w:rPr>
      <w:color w:val="0000FF"/>
    </w:rPr>
  </w:style>
  <w:style w:type="paragraph" w:customStyle="1" w:styleId="Hasokoniec">
    <w:name w:val="Hasło_koniec"/>
    <w:basedOn w:val="Haso"/>
    <w:next w:val="Normal"/>
    <w:uiPriority w:val="99"/>
    <w:rsid w:val="00FC0BC7"/>
    <w:rPr>
      <w:vanish/>
    </w:rPr>
  </w:style>
  <w:style w:type="character" w:customStyle="1" w:styleId="indeks">
    <w:name w:val="indeks"/>
    <w:basedOn w:val="DefaultParagraphFont"/>
    <w:uiPriority w:val="99"/>
    <w:rsid w:val="00FC0BC7"/>
    <w:rPr>
      <w:rFonts w:ascii="Times New Roman" w:hAnsi="Times New Roman" w:cs="Times New Roman"/>
      <w:sz w:val="24"/>
      <w:bdr w:val="dashDotStroked" w:sz="24" w:space="0" w:color="FF0000"/>
    </w:rPr>
  </w:style>
  <w:style w:type="character" w:styleId="EndnoteReference">
    <w:name w:val="endnote reference"/>
    <w:basedOn w:val="DefaultParagraphFont"/>
    <w:uiPriority w:val="99"/>
    <w:semiHidden/>
    <w:rsid w:val="00FC0BC7"/>
    <w:rPr>
      <w:rFonts w:cs="Times New Roman"/>
      <w:vertAlign w:val="superscript"/>
    </w:rPr>
  </w:style>
  <w:style w:type="paragraph" w:customStyle="1" w:styleId="podzia0">
    <w:name w:val="podział"/>
    <w:basedOn w:val="Normal"/>
    <w:uiPriority w:val="99"/>
    <w:rsid w:val="00FC0BC7"/>
    <w:pPr>
      <w:spacing w:before="240"/>
      <w:outlineLvl w:val="0"/>
    </w:pPr>
    <w:rPr>
      <w:b/>
      <w:color w:val="800080"/>
      <w:sz w:val="26"/>
    </w:rPr>
  </w:style>
  <w:style w:type="character" w:customStyle="1" w:styleId="Pole">
    <w:name w:val="Pole"/>
    <w:basedOn w:val="DefaultParagraphFont"/>
    <w:uiPriority w:val="99"/>
    <w:rsid w:val="00FC0BC7"/>
    <w:rPr>
      <w:rFonts w:ascii="Times New Roman" w:hAnsi="Times New Roman" w:cs="Times New Roman"/>
      <w:bdr w:val="double" w:sz="4" w:space="0" w:color="auto"/>
    </w:rPr>
  </w:style>
  <w:style w:type="paragraph" w:customStyle="1" w:styleId="Przykadprzykad">
    <w:name w:val="Przykład (przykład)"/>
    <w:basedOn w:val="Normal"/>
    <w:next w:val="Normal"/>
    <w:uiPriority w:val="99"/>
    <w:rsid w:val="00FC0BC7"/>
    <w:rPr>
      <w:color w:val="0000FF"/>
    </w:rPr>
  </w:style>
  <w:style w:type="paragraph" w:customStyle="1" w:styleId="Przykadpytanie">
    <w:name w:val="Przykład (pytanie)"/>
    <w:basedOn w:val="Normal"/>
    <w:next w:val="Normal"/>
    <w:uiPriority w:val="99"/>
    <w:rsid w:val="00FC0BC7"/>
    <w:rPr>
      <w:color w:val="0000FF"/>
    </w:rPr>
  </w:style>
  <w:style w:type="paragraph" w:customStyle="1" w:styleId="Przykadzadanie">
    <w:name w:val="Przykład (zadanie)"/>
    <w:basedOn w:val="Normal"/>
    <w:next w:val="Normal"/>
    <w:uiPriority w:val="99"/>
    <w:rsid w:val="00FC0BC7"/>
    <w:rPr>
      <w:color w:val="0000FF"/>
    </w:rPr>
  </w:style>
  <w:style w:type="paragraph" w:customStyle="1" w:styleId="PrzykadKoniec">
    <w:name w:val="Przykład Koniec"/>
    <w:basedOn w:val="Normal"/>
    <w:next w:val="Normal"/>
    <w:uiPriority w:val="99"/>
    <w:rsid w:val="00FC0BC7"/>
    <w:rPr>
      <w:vanish/>
      <w:color w:val="0000FF"/>
    </w:rPr>
  </w:style>
  <w:style w:type="character" w:customStyle="1" w:styleId="r1">
    <w:name w:val="r1"/>
    <w:basedOn w:val="DefaultParagraphFont"/>
    <w:uiPriority w:val="99"/>
    <w:rsid w:val="00FC0BC7"/>
    <w:rPr>
      <w:rFonts w:cs="Times New Roman"/>
      <w:b/>
      <w:vanish/>
      <w:color w:val="800000"/>
    </w:rPr>
  </w:style>
  <w:style w:type="paragraph" w:customStyle="1" w:styleId="r1koniec">
    <w:name w:val="r1_koniec"/>
    <w:basedOn w:val="Normal"/>
    <w:next w:val="Normal"/>
    <w:uiPriority w:val="99"/>
    <w:rsid w:val="00FC0BC7"/>
    <w:pPr>
      <w:shd w:val="clear" w:color="auto" w:fill="F3F3F3"/>
    </w:pPr>
    <w:rPr>
      <w:b/>
      <w:vanish/>
      <w:color w:val="800000"/>
    </w:rPr>
  </w:style>
  <w:style w:type="character" w:customStyle="1" w:styleId="r2">
    <w:name w:val="r2"/>
    <w:basedOn w:val="r1"/>
    <w:uiPriority w:val="99"/>
    <w:rsid w:val="00FC0BC7"/>
  </w:style>
  <w:style w:type="paragraph" w:customStyle="1" w:styleId="r2koniec">
    <w:name w:val="r2_koniec"/>
    <w:basedOn w:val="r1koniec"/>
    <w:next w:val="Normal"/>
    <w:uiPriority w:val="99"/>
    <w:rsid w:val="00FC0BC7"/>
  </w:style>
  <w:style w:type="character" w:customStyle="1" w:styleId="r3">
    <w:name w:val="r3"/>
    <w:basedOn w:val="r1"/>
    <w:uiPriority w:val="99"/>
    <w:rsid w:val="00FC0BC7"/>
  </w:style>
  <w:style w:type="paragraph" w:customStyle="1" w:styleId="r3koniec">
    <w:name w:val="r3_koniec"/>
    <w:basedOn w:val="r1koniec"/>
    <w:next w:val="Normal"/>
    <w:uiPriority w:val="99"/>
    <w:rsid w:val="00FC0BC7"/>
  </w:style>
  <w:style w:type="character" w:customStyle="1" w:styleId="r4">
    <w:name w:val="r4"/>
    <w:basedOn w:val="r1"/>
    <w:uiPriority w:val="99"/>
    <w:rsid w:val="00FC0BC7"/>
  </w:style>
  <w:style w:type="paragraph" w:customStyle="1" w:styleId="r4koniec">
    <w:name w:val="r4_koniec"/>
    <w:basedOn w:val="r1koniec"/>
    <w:next w:val="Normal"/>
    <w:uiPriority w:val="99"/>
    <w:rsid w:val="00FC0BC7"/>
  </w:style>
  <w:style w:type="character" w:customStyle="1" w:styleId="r5">
    <w:name w:val="r5"/>
    <w:basedOn w:val="r1"/>
    <w:uiPriority w:val="99"/>
    <w:rsid w:val="00FC0BC7"/>
  </w:style>
  <w:style w:type="paragraph" w:customStyle="1" w:styleId="r5koniec">
    <w:name w:val="r5_koniec"/>
    <w:basedOn w:val="r1koniec"/>
    <w:next w:val="Normal"/>
    <w:uiPriority w:val="99"/>
    <w:rsid w:val="00FC0BC7"/>
  </w:style>
  <w:style w:type="character" w:customStyle="1" w:styleId="r6">
    <w:name w:val="r6"/>
    <w:basedOn w:val="r1"/>
    <w:uiPriority w:val="99"/>
    <w:rsid w:val="00FC0BC7"/>
  </w:style>
  <w:style w:type="paragraph" w:customStyle="1" w:styleId="r6koniec">
    <w:name w:val="r6_koniec"/>
    <w:basedOn w:val="r1koniec"/>
    <w:next w:val="Normal"/>
    <w:uiPriority w:val="99"/>
    <w:rsid w:val="00FC0BC7"/>
  </w:style>
  <w:style w:type="character" w:customStyle="1" w:styleId="r7">
    <w:name w:val="r7"/>
    <w:basedOn w:val="r1"/>
    <w:uiPriority w:val="99"/>
    <w:rsid w:val="00FC0BC7"/>
  </w:style>
  <w:style w:type="paragraph" w:customStyle="1" w:styleId="r7koniec">
    <w:name w:val="r7_koniec"/>
    <w:basedOn w:val="r1koniec"/>
    <w:next w:val="Normal"/>
    <w:uiPriority w:val="99"/>
    <w:rsid w:val="00FC0BC7"/>
  </w:style>
  <w:style w:type="character" w:customStyle="1" w:styleId="r8">
    <w:name w:val="r8"/>
    <w:basedOn w:val="r1"/>
    <w:uiPriority w:val="99"/>
    <w:rsid w:val="00FC0BC7"/>
  </w:style>
  <w:style w:type="paragraph" w:customStyle="1" w:styleId="r8koniec">
    <w:name w:val="r8_koniec"/>
    <w:basedOn w:val="r1koniec"/>
    <w:next w:val="Normal"/>
    <w:uiPriority w:val="99"/>
    <w:rsid w:val="00FC0BC7"/>
  </w:style>
  <w:style w:type="character" w:customStyle="1" w:styleId="r9">
    <w:name w:val="r9"/>
    <w:basedOn w:val="r1"/>
    <w:uiPriority w:val="99"/>
    <w:rsid w:val="00FC0BC7"/>
  </w:style>
  <w:style w:type="paragraph" w:customStyle="1" w:styleId="r9koniec">
    <w:name w:val="r9_koniec"/>
    <w:basedOn w:val="r1koniec"/>
    <w:next w:val="Normal"/>
    <w:uiPriority w:val="99"/>
    <w:rsid w:val="00FC0BC7"/>
  </w:style>
  <w:style w:type="character" w:customStyle="1" w:styleId="rNr">
    <w:name w:val="rNr"/>
    <w:basedOn w:val="DefaultParagraphFont"/>
    <w:uiPriority w:val="99"/>
    <w:rsid w:val="00FC0BC7"/>
    <w:rPr>
      <w:rFonts w:cs="Times New Roman"/>
      <w:color w:val="auto"/>
      <w:bdr w:val="single" w:sz="12" w:space="0" w:color="FF00FF"/>
      <w:shd w:val="clear" w:color="auto" w:fill="auto"/>
    </w:rPr>
  </w:style>
  <w:style w:type="character" w:customStyle="1" w:styleId="rTyp">
    <w:name w:val="rTyp"/>
    <w:basedOn w:val="DefaultParagraphFont"/>
    <w:uiPriority w:val="99"/>
    <w:rsid w:val="00FC0BC7"/>
    <w:rPr>
      <w:rFonts w:cs="Times New Roman"/>
      <w:bdr w:val="single" w:sz="12" w:space="0" w:color="0000FF"/>
      <w:shd w:val="clear" w:color="auto" w:fill="auto"/>
    </w:rPr>
  </w:style>
  <w:style w:type="character" w:customStyle="1" w:styleId="rTyt">
    <w:name w:val="rTyt"/>
    <w:basedOn w:val="DefaultParagraphFont"/>
    <w:uiPriority w:val="99"/>
    <w:rsid w:val="00FC0BC7"/>
    <w:rPr>
      <w:rFonts w:cs="Times New Roman"/>
      <w:color w:val="auto"/>
      <w:bdr w:val="single" w:sz="12" w:space="0" w:color="993300"/>
      <w:shd w:val="clear" w:color="auto" w:fill="auto"/>
    </w:rPr>
  </w:style>
  <w:style w:type="paragraph" w:styleId="EndnoteText">
    <w:name w:val="endnote text"/>
    <w:basedOn w:val="Normal"/>
    <w:link w:val="EndnoteTextChar"/>
    <w:uiPriority w:val="99"/>
    <w:semiHidden/>
    <w:rsid w:val="00FC0BC7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2556C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293</Words>
  <Characters>1759</Characters>
  <Application>Microsoft Office Outlook</Application>
  <DocSecurity>0</DocSecurity>
  <Lines>0</Lines>
  <Paragraphs>0</Paragraphs>
  <ScaleCrop>false</ScaleCrop>
  <Company>WKP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(miejscowość, data)</dc:title>
  <dc:subject/>
  <dc:creator>Aleksandra_Gdaniec</dc:creator>
  <cp:keywords/>
  <dc:description>ZNAKI:1971</dc:description>
  <cp:lastModifiedBy>A.Ilnicka</cp:lastModifiedBy>
  <cp:revision>2</cp:revision>
  <cp:lastPrinted>2020-07-08T08:59:00Z</cp:lastPrinted>
  <dcterms:created xsi:type="dcterms:W3CDTF">2020-07-08T09:00:00Z</dcterms:created>
  <dcterms:modified xsi:type="dcterms:W3CDTF">2020-07-08T09:00:00Z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ledOleWorkflow">
    <vt:lpwstr>Leo</vt:lpwstr>
  </property>
  <property fmtid="{D5CDD505-2E9C-101B-9397-08002B2CF9AE}" pid="3" name="wk_stat:linki:liczba">
    <vt:lpwstr>0</vt:lpwstr>
  </property>
  <property fmtid="{D5CDD505-2E9C-101B-9397-08002B2CF9AE}" pid="4" name="wk_stat:linki:grafika:pdf:liczba">
    <vt:lpwstr>0</vt:lpwstr>
  </property>
  <property fmtid="{D5CDD505-2E9C-101B-9397-08002B2CF9AE}" pid="5" name="wk_stat:linki:grafika:pdfmapa:liczba">
    <vt:lpwstr>0</vt:lpwstr>
  </property>
  <property fmtid="{D5CDD505-2E9C-101B-9397-08002B2CF9AE}" pid="6" name="wk_stat:znaki:liczba">
    <vt:lpwstr>1971</vt:lpwstr>
  </property>
  <property fmtid="{D5CDD505-2E9C-101B-9397-08002B2CF9AE}" pid="7" name="ZNAKI:">
    <vt:lpwstr>1971</vt:lpwstr>
  </property>
  <property fmtid="{D5CDD505-2E9C-101B-9397-08002B2CF9AE}" pid="8" name="wk_stat:zapis">
    <vt:lpwstr>2012-09-20 12:34:24</vt:lpwstr>
  </property>
</Properties>
</file>